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EDC" w:rsidRPr="006D1A0E" w:rsidRDefault="0019440F" w:rsidP="00321B85">
      <w:pPr>
        <w:autoSpaceDE w:val="0"/>
        <w:autoSpaceDN w:val="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2418715</wp:posOffset>
            </wp:positionH>
            <wp:positionV relativeFrom="page">
              <wp:posOffset>719455</wp:posOffset>
            </wp:positionV>
            <wp:extent cx="840240" cy="2082813"/>
            <wp:effectExtent l="0" t="0" r="0" b="0"/>
            <wp:wrapNone/>
            <wp:docPr id="10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240" cy="20828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652D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2418715</wp:posOffset>
            </wp:positionH>
            <wp:positionV relativeFrom="page">
              <wp:posOffset>694055</wp:posOffset>
            </wp:positionV>
            <wp:extent cx="840240" cy="2134181"/>
            <wp:effectExtent l="0" t="0" r="0" b="0"/>
            <wp:wrapNone/>
            <wp:docPr id="9" name="図 9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240" cy="21341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20B0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2418715</wp:posOffset>
            </wp:positionH>
            <wp:positionV relativeFrom="page">
              <wp:posOffset>934085</wp:posOffset>
            </wp:positionV>
            <wp:extent cx="840240" cy="1652961"/>
            <wp:effectExtent l="0" t="0" r="0" b="4445"/>
            <wp:wrapNone/>
            <wp:docPr id="8" name="図 8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240" cy="16529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1A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-144045</wp:posOffset>
                </wp:positionH>
                <wp:positionV relativeFrom="paragraph">
                  <wp:posOffset>2988250</wp:posOffset>
                </wp:positionV>
                <wp:extent cx="360000" cy="1296000"/>
                <wp:effectExtent l="0" t="0" r="2540" b="0"/>
                <wp:wrapNone/>
                <wp:docPr id="7" name="Inf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" cy="129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6D1A0E" w:rsidRDefault="006D1A0E" w:rsidP="006D1A0E">
                            <w:pPr>
                              <w:jc w:val="distribute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/>
                                <w:sz w:val="18"/>
                              </w:rPr>
                              <w:t>Tel: 0144-xx-xxxx</w:t>
                            </w:r>
                          </w:p>
                          <w:p w:rsidR="006D1A0E" w:rsidRPr="006D1A0E" w:rsidRDefault="006D1A0E" w:rsidP="006D1A0E">
                            <w:pPr>
                              <w:jc w:val="distribute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 w:rsidRPr="006D1A0E">
                              <w:rPr>
                                <w:rFonts w:ascii="HG正楷書体-PRO" w:eastAsia="HG正楷書体-PRO"/>
                                <w:spacing w:val="49"/>
                                <w:sz w:val="18"/>
                                <w:fitText w:val="2040" w:id="1262794240"/>
                              </w:rPr>
                              <w:t>test.jikkyo.co.j</w:t>
                            </w:r>
                            <w:r w:rsidRPr="006D1A0E">
                              <w:rPr>
                                <w:rFonts w:ascii="HG正楷書体-PRO" w:eastAsia="HG正楷書体-PRO"/>
                                <w:spacing w:val="9"/>
                                <w:sz w:val="18"/>
                                <w:fitText w:val="2040" w:id="1262794240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Info" o:spid="_x0000_s1026" type="#_x0000_t202" style="position:absolute;left:0;text-align:left;margin-left:-11.35pt;margin-top:235.3pt;width:28.35pt;height:102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" filled="f" stroked="f" strokeweight=".5pt">
                <v:textbox style="layout-flow:vertical-ideographic" inset="0,0,0,0">
                  <w:txbxContent>
                    <w:p w:rsidR="006D1A0E" w:rsidRDefault="006D1A0E" w:rsidP="006D1A0E">
                      <w:pPr>
                        <w:jc w:val="distribute"/>
                        <w:rPr>
                          <w:rFonts w:ascii="HG正楷書体-PRO" w:eastAsia="HG正楷書体-PRO"/>
                          <w:sz w:val="18"/>
                        </w:rPr>
                      </w:pPr>
                      <w:r>
                        <w:rPr>
                          <w:rFonts w:ascii="HG正楷書体-PRO" w:eastAsia="HG正楷書体-PRO"/>
                          <w:sz w:val="18"/>
                        </w:rPr>
                        <w:t>Tel: 0144-xx-xxxx</w:t>
                      </w:r>
                    </w:p>
                    <w:p w:rsidR="006D1A0E" w:rsidRPr="006D1A0E" w:rsidRDefault="006D1A0E" w:rsidP="006D1A0E">
                      <w:pPr>
                        <w:jc w:val="distribute"/>
                        <w:rPr>
                          <w:rFonts w:ascii="HG正楷書体-PRO" w:eastAsia="HG正楷書体-PRO"/>
                          <w:sz w:val="18"/>
                        </w:rPr>
                      </w:pPr>
                      <w:r w:rsidRPr="006D1A0E">
                        <w:rPr>
                          <w:rFonts w:ascii="HG正楷書体-PRO" w:eastAsia="HG正楷書体-PRO"/>
                          <w:spacing w:val="49"/>
                          <w:sz w:val="18"/>
                          <w:fitText w:val="2040" w:id="1262794240"/>
                        </w:rPr>
                        <w:t>test.jikkyo.co.j</w:t>
                      </w:r>
                      <w:r w:rsidRPr="006D1A0E">
                        <w:rPr>
                          <w:rFonts w:ascii="HG正楷書体-PRO" w:eastAsia="HG正楷書体-PRO"/>
                          <w:spacing w:val="9"/>
                          <w:sz w:val="18"/>
                          <w:fitText w:val="2040" w:id="1262794240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6D1A0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179955</wp:posOffset>
                </wp:positionH>
                <wp:positionV relativeFrom="paragraph">
                  <wp:posOffset>2412250</wp:posOffset>
                </wp:positionV>
                <wp:extent cx="403200" cy="1828800"/>
                <wp:effectExtent l="0" t="0" r="0" b="0"/>
                <wp:wrapNone/>
                <wp:docPr id="6" name="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6D1A0E" w:rsidRPr="006D1A0E" w:rsidRDefault="006D1A0E" w:rsidP="006D1A0E">
                            <w:pPr>
                              <w:jc w:val="distribute"/>
                              <w:rPr>
                                <w:rFonts w:ascii="HG正楷書体-PRO" w:eastAsia="HG正楷書体-PRO"/>
                                <w:sz w:val="3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36"/>
                              </w:rPr>
                              <w:t>金田　金太郎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ame" o:spid="_x0000_s1027" type="#_x0000_t202" style="position:absolute;left:0;text-align:left;margin-left:14.15pt;margin-top:189.95pt;width:31.75pt;height:2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" filled="f" stroked="f" strokeweight=".5pt">
                <v:textbox style="layout-flow:vertical-ideographic" inset="0,0,0,0">
                  <w:txbxContent>
                    <w:p w:rsidR="006D1A0E" w:rsidRPr="006D1A0E" w:rsidRDefault="006D1A0E" w:rsidP="006D1A0E">
                      <w:pPr>
                        <w:jc w:val="distribute"/>
                        <w:rPr>
                          <w:rFonts w:ascii="HG正楷書体-PRO" w:eastAsia="HG正楷書体-PRO"/>
                          <w:sz w:val="3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36"/>
                        </w:rPr>
                        <w:t>金田　金太郎</w:t>
                      </w:r>
                    </w:p>
                  </w:txbxContent>
                </v:textbox>
              </v:shape>
            </w:pict>
          </mc:Fallback>
        </mc:AlternateContent>
      </w:r>
      <w:r w:rsidR="006D1A0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561555</wp:posOffset>
                </wp:positionH>
                <wp:positionV relativeFrom="paragraph">
                  <wp:posOffset>2077450</wp:posOffset>
                </wp:positionV>
                <wp:extent cx="346680" cy="2156400"/>
                <wp:effectExtent l="0" t="0" r="0" b="0"/>
                <wp:wrapNone/>
                <wp:docPr id="5" name="Addres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680" cy="215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6D1A0E" w:rsidRDefault="006D1A0E" w:rsidP="006D1A0E">
                            <w:pPr>
                              <w:jc w:val="lef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北海道苫小牧市美薗町一二-三四</w:t>
                            </w:r>
                          </w:p>
                          <w:p w:rsidR="006D1A0E" w:rsidRPr="006D1A0E" w:rsidRDefault="006D1A0E" w:rsidP="006D1A0E">
                            <w:pPr>
                              <w:jc w:val="righ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ddress" o:spid="_x0000_s1028" type="#_x0000_t202" style="position:absolute;left:0;text-align:left;margin-left:44.2pt;margin-top:163.6pt;width:27.3pt;height:169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" filled="f" stroked="f" strokeweight=".5pt">
                <v:textbox style="layout-flow:vertical-ideographic" inset="0,0,0,0">
                  <w:txbxContent>
                    <w:p w:rsidR="006D1A0E" w:rsidRDefault="006D1A0E" w:rsidP="006D1A0E">
                      <w:pPr>
                        <w:jc w:val="left"/>
                        <w:rPr>
                          <w:rFonts w:ascii="HG正楷書体-PRO" w:eastAsia="HG正楷書体-PRO"/>
                          <w:sz w:val="18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北海道苫小牧市美薗町一二-三四</w:t>
                      </w:r>
                    </w:p>
                    <w:p w:rsidR="006D1A0E" w:rsidRPr="006D1A0E" w:rsidRDefault="006D1A0E" w:rsidP="006D1A0E">
                      <w:pPr>
                        <w:jc w:val="right"/>
                        <w:rPr>
                          <w:rFonts w:ascii="HG正楷書体-PRO" w:eastAsia="HG正楷書体-PRO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1A0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143955</wp:posOffset>
                </wp:positionH>
                <wp:positionV relativeFrom="paragraph">
                  <wp:posOffset>1883050</wp:posOffset>
                </wp:positionV>
                <wp:extent cx="745200" cy="144000"/>
                <wp:effectExtent l="0" t="0" r="0" b="8890"/>
                <wp:wrapNone/>
                <wp:docPr id="4" name="Z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200" cy="14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6D1A0E" w:rsidRPr="006D1A0E" w:rsidRDefault="006D1A0E" w:rsidP="006D1A0E">
                            <w:pPr>
                              <w:jc w:val="righ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〒053-0041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ip" o:spid="_x0000_s1029" type="#_x0000_t202" style="position:absolute;left:0;text-align:left;margin-left:11.35pt;margin-top:148.25pt;width:58.7pt;height:11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" filled="f" stroked="f" strokeweight=".5pt">
                <v:textbox inset="0,0,0,0">
                  <w:txbxContent>
                    <w:p w:rsidR="006D1A0E" w:rsidRPr="006D1A0E" w:rsidRDefault="006D1A0E" w:rsidP="006D1A0E">
                      <w:pPr>
                        <w:jc w:val="right"/>
                        <w:rPr>
                          <w:rFonts w:ascii="HG正楷書体-PRO" w:eastAsia="HG正楷書体-PRO"/>
                          <w:sz w:val="18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〒053-0041</w:t>
                      </w:r>
                    </w:p>
                  </w:txbxContent>
                </v:textbox>
              </v:shape>
            </w:pict>
          </mc:Fallback>
        </mc:AlternateContent>
      </w:r>
      <w:r w:rsidR="006D1A0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1130355</wp:posOffset>
                </wp:positionH>
                <wp:positionV relativeFrom="paragraph">
                  <wp:posOffset>1523050</wp:posOffset>
                </wp:positionV>
                <wp:extent cx="911160" cy="2629080"/>
                <wp:effectExtent l="0" t="0" r="3810" b="0"/>
                <wp:wrapNone/>
                <wp:docPr id="3" name="Gree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60" cy="262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6D1A0E" w:rsidRDefault="006D1A0E">
                            <w:pPr>
                              <w:rPr>
                                <w:rFonts w:ascii="HG正楷書体-PRO" w:eastAsia="HG正楷書体-PRO"/>
                                <w:sz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旧年中は大変お世話になりました。</w:t>
                            </w:r>
                          </w:p>
                          <w:p w:rsidR="006D1A0E" w:rsidRDefault="006D1A0E">
                            <w:pPr>
                              <w:rPr>
                                <w:rFonts w:ascii="HG正楷書体-PRO" w:eastAsia="HG正楷書体-PRO"/>
                                <w:sz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今年もよろしくお願いします。</w:t>
                            </w:r>
                          </w:p>
                          <w:p w:rsidR="006D1A0E" w:rsidRPr="006D1A0E" w:rsidRDefault="006D1A0E">
                            <w:pPr>
                              <w:rPr>
                                <w:rFonts w:ascii="HG正楷書体-PRO" w:eastAsia="HG正楷書体-PRO"/>
                                <w:sz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平成二九年 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eet" o:spid="_x0000_s1030" type="#_x0000_t202" style="position:absolute;left:0;text-align:left;margin-left:89pt;margin-top:119.95pt;width:71.7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" filled="f" stroked="f" strokeweight=".5pt">
                <v:textbox style="layout-flow:vertical-ideographic" inset="0,0,0,0">
                  <w:txbxContent>
                    <w:p w:rsidR="006D1A0E" w:rsidRDefault="006D1A0E">
                      <w:pPr>
                        <w:rPr>
                          <w:rFonts w:ascii="HG正楷書体-PRO" w:eastAsia="HG正楷書体-PRO"/>
                          <w:sz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旧年中は大変お世話になりました。</w:t>
                      </w:r>
                    </w:p>
                    <w:p w:rsidR="006D1A0E" w:rsidRDefault="006D1A0E">
                      <w:pPr>
                        <w:rPr>
                          <w:rFonts w:ascii="HG正楷書体-PRO" w:eastAsia="HG正楷書体-PRO"/>
                          <w:sz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今年もよろしくお願いします。</w:t>
                      </w:r>
                    </w:p>
                    <w:p w:rsidR="006D1A0E" w:rsidRPr="006D1A0E" w:rsidRDefault="006D1A0E">
                      <w:pPr>
                        <w:rPr>
                          <w:rFonts w:ascii="HG正楷書体-PRO" w:eastAsia="HG正楷書体-PRO"/>
                          <w:sz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平成二九年 元旦</w:t>
                      </w:r>
                    </w:p>
                  </w:txbxContent>
                </v:textbox>
              </v:shape>
            </w:pict>
          </mc:Fallback>
        </mc:AlternateContent>
      </w:r>
      <w:r w:rsidR="006D1A0E">
        <w:rPr>
          <w:noProof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page">
              <wp:posOffset>2418715</wp:posOffset>
            </wp:positionH>
            <wp:positionV relativeFrom="page">
              <wp:posOffset>719455</wp:posOffset>
            </wp:positionV>
            <wp:extent cx="840240" cy="2082813"/>
            <wp:effectExtent l="0" t="0" r="0" b="0"/>
            <wp:wrapNone/>
            <wp:docPr id="2" name="図 2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240" cy="20828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1A0E">
        <w:rPr>
          <w:noProof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page">
              <wp:posOffset>446405</wp:posOffset>
            </wp:positionH>
            <wp:positionV relativeFrom="page">
              <wp:posOffset>842010</wp:posOffset>
            </wp:positionV>
            <wp:extent cx="1494000" cy="988583"/>
            <wp:effectExtent l="0" t="0" r="0" b="2540"/>
            <wp:wrapNone/>
            <wp:docPr id="1" name="Ill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4000" cy="9885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F6EDC" w:rsidRPr="006D1A0E" w:rsidSect="00321B85">
      <w:pgSz w:w="5669" w:h="8391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A5B" w:rsidRDefault="00442A5B" w:rsidP="000120B0">
      <w:r>
        <w:separator/>
      </w:r>
    </w:p>
  </w:endnote>
  <w:endnote w:type="continuationSeparator" w:id="0">
    <w:p w:rsidR="00442A5B" w:rsidRDefault="00442A5B" w:rsidP="0001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A5B" w:rsidRDefault="00442A5B" w:rsidP="000120B0">
      <w:r>
        <w:separator/>
      </w:r>
    </w:p>
  </w:footnote>
  <w:footnote w:type="continuationSeparator" w:id="0">
    <w:p w:rsidR="00442A5B" w:rsidRDefault="00442A5B" w:rsidP="000120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A0E"/>
    <w:rsid w:val="000120B0"/>
    <w:rsid w:val="0019440F"/>
    <w:rsid w:val="00321B85"/>
    <w:rsid w:val="00442A5B"/>
    <w:rsid w:val="006A652D"/>
    <w:rsid w:val="006D1A0E"/>
    <w:rsid w:val="00965A23"/>
    <w:rsid w:val="009F6EDC"/>
    <w:rsid w:val="00A64362"/>
    <w:rsid w:val="00D8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243D80-4C8B-4225-8E2B-823AC60C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="Century" w:cs="Times New Roman"/>
        <w:sz w:val="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6D1A0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6D1A0E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6D1A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D1A0E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6D1A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D1A0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</Template>
  <TotalTime>114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kero bam</dc:creator>
  <cp:keywords/>
  <dc:description/>
  <cp:lastModifiedBy>宮岸由紀雄</cp:lastModifiedBy>
  <cp:revision>8</cp:revision>
  <dcterms:created xsi:type="dcterms:W3CDTF">2016-11-08T09:54:00Z</dcterms:created>
  <dcterms:modified xsi:type="dcterms:W3CDTF">2016-10-30T16:39:00Z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rdType">
    <vt:i4>1</vt:i4>
  </property>
  <property fmtid="{D5CDD505-2E9C-101B-9397-08002B2CF9AE}" pid="3" name="Nengo">
    <vt:i4>1</vt:i4>
  </property>
  <property fmtid="{D5CDD505-2E9C-101B-9397-08002B2CF9AE}" pid="4" name="WizardSucceeded">
    <vt:i4>1</vt:i4>
  </property>
  <property fmtid="{D5CDD505-2E9C-101B-9397-08002B2CF9AE}" pid="5" name="Layout">
    <vt:i4>1</vt:i4>
  </property>
</Properties>
</file>